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D6" w:rsidRDefault="00433BD6">
      <w:bookmarkStart w:id="0" w:name="_GoBack"/>
      <w:bookmarkEnd w:id="0"/>
    </w:p>
    <w:p w:rsidR="005F0A5C" w:rsidRDefault="005F0A5C"/>
    <w:p w:rsidR="005F0A5C" w:rsidRDefault="005F0A5C"/>
    <w:p w:rsidR="005F0A5C" w:rsidRDefault="00CE4090">
      <w:r>
        <w:t>Gent, 15/11</w:t>
      </w:r>
      <w:r w:rsidR="004B1442">
        <w:t>/2012</w:t>
      </w:r>
    </w:p>
    <w:p w:rsidR="005F0A5C" w:rsidRDefault="005F0A5C"/>
    <w:p w:rsidR="005F0A5C" w:rsidRPr="00E964F7" w:rsidRDefault="005F0A5C">
      <w:pPr>
        <w:rPr>
          <w:u w:val="single"/>
        </w:rPr>
      </w:pPr>
      <w:r w:rsidRPr="00E964F7">
        <w:rPr>
          <w:u w:val="single"/>
        </w:rPr>
        <w:t xml:space="preserve">Aan de leden </w:t>
      </w:r>
      <w:r w:rsidR="00815770">
        <w:rPr>
          <w:u w:val="single"/>
        </w:rPr>
        <w:t>van het oudercomité U15</w:t>
      </w:r>
      <w:r w:rsidR="00132D89">
        <w:rPr>
          <w:u w:val="single"/>
        </w:rPr>
        <w:t xml:space="preserve"> U</w:t>
      </w:r>
      <w:r w:rsidR="00815770">
        <w:rPr>
          <w:u w:val="single"/>
        </w:rPr>
        <w:t>16</w:t>
      </w:r>
      <w:r w:rsidR="00132D89">
        <w:rPr>
          <w:u w:val="single"/>
        </w:rPr>
        <w:t xml:space="preserve"> U</w:t>
      </w:r>
      <w:r w:rsidR="00815770">
        <w:rPr>
          <w:u w:val="single"/>
        </w:rPr>
        <w:t>17</w:t>
      </w:r>
      <w:r w:rsidR="00132D89">
        <w:rPr>
          <w:u w:val="single"/>
        </w:rPr>
        <w:t xml:space="preserve"> U</w:t>
      </w:r>
      <w:r w:rsidR="00815770">
        <w:rPr>
          <w:u w:val="single"/>
        </w:rPr>
        <w:t>19</w:t>
      </w:r>
    </w:p>
    <w:p w:rsidR="005F0A5C" w:rsidRDefault="005F0A5C"/>
    <w:p w:rsidR="005F0A5C" w:rsidRDefault="005F0A5C">
      <w:r>
        <w:t xml:space="preserve">Geachte </w:t>
      </w:r>
      <w:r w:rsidR="00E964F7">
        <w:t>leden van de ouderparticipatie</w:t>
      </w:r>
      <w:r>
        <w:t>,</w:t>
      </w:r>
    </w:p>
    <w:p w:rsidR="005F0A5C" w:rsidRDefault="005F0A5C"/>
    <w:p w:rsidR="005F0A5C" w:rsidRDefault="00CE4090">
      <w:r w:rsidRPr="00CE4090">
        <w:t xml:space="preserve">Zoals afgesproken komt de tweede ouderparticipatie voor de leeftijdscategorie van jullie zoon eraan op </w:t>
      </w:r>
      <w:r>
        <w:rPr>
          <w:u w:val="single"/>
        </w:rPr>
        <w:t>donder</w:t>
      </w:r>
      <w:r w:rsidRPr="00CE4090">
        <w:rPr>
          <w:u w:val="single"/>
        </w:rPr>
        <w:t xml:space="preserve">dag </w:t>
      </w:r>
      <w:r>
        <w:rPr>
          <w:u w:val="single"/>
        </w:rPr>
        <w:t xml:space="preserve"> 29</w:t>
      </w:r>
      <w:r w:rsidRPr="00CE4090">
        <w:rPr>
          <w:u w:val="single"/>
        </w:rPr>
        <w:t xml:space="preserve"> november van 18u</w:t>
      </w:r>
      <w:r w:rsidR="001F32F0">
        <w:rPr>
          <w:u w:val="single"/>
        </w:rPr>
        <w:t>30</w:t>
      </w:r>
      <w:r w:rsidRPr="00CE4090">
        <w:rPr>
          <w:u w:val="single"/>
        </w:rPr>
        <w:t xml:space="preserve"> tot 19u</w:t>
      </w:r>
      <w:r w:rsidR="001F32F0">
        <w:rPr>
          <w:u w:val="single"/>
        </w:rPr>
        <w:t>30</w:t>
      </w:r>
      <w:r w:rsidR="005F0A5C">
        <w:t>.</w:t>
      </w:r>
    </w:p>
    <w:p w:rsidR="005F0A5C" w:rsidRDefault="005F0A5C">
      <w:r>
        <w:t xml:space="preserve">Deze vergadering </w:t>
      </w:r>
      <w:r w:rsidR="00815770">
        <w:t xml:space="preserve">zal plaatsvinden in de </w:t>
      </w:r>
      <w:r w:rsidR="002C6F4D">
        <w:t>chalet van ons oefencentrum</w:t>
      </w:r>
      <w:r w:rsidR="00815770">
        <w:t xml:space="preserve"> </w:t>
      </w:r>
      <w:r>
        <w:t>.</w:t>
      </w:r>
    </w:p>
    <w:p w:rsidR="00420363" w:rsidRDefault="00420363">
      <w:r>
        <w:t>Voor de club zullen de TVJO, Peter Van</w:t>
      </w:r>
      <w:r w:rsidR="0066283C">
        <w:t xml:space="preserve"> </w:t>
      </w:r>
      <w:r>
        <w:t>den</w:t>
      </w:r>
      <w:r w:rsidR="0066283C">
        <w:t xml:space="preserve"> </w:t>
      </w:r>
      <w:proofErr w:type="spellStart"/>
      <w:r w:rsidR="0066283C">
        <w:t>A</w:t>
      </w:r>
      <w:r>
        <w:t>beele</w:t>
      </w:r>
      <w:proofErr w:type="spellEnd"/>
      <w:r>
        <w:t xml:space="preserve"> en de directeur Jeugd Dirk Piens aanwezig zijn. Per leeftijdscategorie worden 2 ouders verwacht.</w:t>
      </w:r>
    </w:p>
    <w:p w:rsidR="005F0A5C" w:rsidRDefault="005F0A5C">
      <w:r>
        <w:t xml:space="preserve">Bedoeling van deze bijeenkomst is om enerzijds belangrijke info vanuit de club naar de ouders door te geven, anderzijds </w:t>
      </w:r>
      <w:r w:rsidR="001F6E59">
        <w:t xml:space="preserve">niet-individuele </w:t>
      </w:r>
      <w:r>
        <w:t xml:space="preserve">vragen vanuit de ouders samen door te nemen. </w:t>
      </w:r>
    </w:p>
    <w:p w:rsidR="005F0A5C" w:rsidRDefault="005F0A5C">
      <w:r>
        <w:t>Daarom is het belangrijk als vertegenwoordiger van de ouders van uw categorie vooraf de</w:t>
      </w:r>
      <w:r w:rsidR="0066283C">
        <w:t xml:space="preserve"> ouders</w:t>
      </w:r>
      <w:r>
        <w:t xml:space="preserve"> te polsen naar hun mogelijke vragen/bezorgdheden. Deze vragen worden idealiter vooraf</w:t>
      </w:r>
      <w:r w:rsidR="00E964F7">
        <w:t xml:space="preserve"> gebundeld</w:t>
      </w:r>
      <w:r>
        <w:t xml:space="preserve"> doorgegeven op </w:t>
      </w:r>
      <w:hyperlink r:id="rId5" w:history="1">
        <w:r w:rsidRPr="00244566">
          <w:rPr>
            <w:rStyle w:val="Hyperlink"/>
          </w:rPr>
          <w:t>jeugd@kaagent.be</w:t>
        </w:r>
      </w:hyperlink>
      <w:r w:rsidR="00420363">
        <w:t xml:space="preserve"> , ze</w:t>
      </w:r>
      <w:r>
        <w:t xml:space="preserve"> mogen ook </w:t>
      </w:r>
      <w:r w:rsidR="00E964F7">
        <w:t xml:space="preserve">gerust </w:t>
      </w:r>
      <w:r>
        <w:t xml:space="preserve">op de bijeenkomst zelf worden meegebracht. </w:t>
      </w:r>
    </w:p>
    <w:p w:rsidR="00420363" w:rsidRDefault="00420363">
      <w:r>
        <w:t>Belangrijk is ook dat alle ouders een korte neerslag van de bij</w:t>
      </w:r>
      <w:r w:rsidR="00E964F7">
        <w:t>eenkomst krijgen. Sommige ouderparticipanten</w:t>
      </w:r>
      <w:r>
        <w:t xml:space="preserve"> doen dit via mail</w:t>
      </w:r>
      <w:r w:rsidR="00E964F7">
        <w:t xml:space="preserve"> of een verslagje op papier</w:t>
      </w:r>
      <w:r>
        <w:t xml:space="preserve">, anderen hebben een blog of overlopen het met de ouders n.a.v. een wedstrijd of een training. </w:t>
      </w:r>
      <w:r w:rsidR="00E964F7">
        <w:t>Alle methodes zijn voor ons OK</w:t>
      </w:r>
      <w:r>
        <w:t>, zolang iedereen een vlotte communicatie kan ervaren</w:t>
      </w:r>
      <w:r w:rsidR="0066283C">
        <w:t>, met de vrage</w:t>
      </w:r>
      <w:r w:rsidR="00E964F7">
        <w:t>n terecht kan en een antwoord op de vragen krijgt</w:t>
      </w:r>
      <w:r>
        <w:t>. We zien wel dat een blog veel voordelen biedt</w:t>
      </w:r>
      <w:r w:rsidR="00E964F7">
        <w:t xml:space="preserve"> </w:t>
      </w:r>
      <w:proofErr w:type="spellStart"/>
      <w:r w:rsidR="00E964F7">
        <w:t>bvb</w:t>
      </w:r>
      <w:proofErr w:type="spellEnd"/>
      <w:r w:rsidR="00E964F7">
        <w:t xml:space="preserve"> naar snelheid toe. Men kan </w:t>
      </w:r>
      <w:proofErr w:type="spellStart"/>
      <w:r w:rsidR="00E964F7">
        <w:t>bvb</w:t>
      </w:r>
      <w:proofErr w:type="spellEnd"/>
      <w:r w:rsidR="00E964F7">
        <w:t xml:space="preserve"> ook snel communiceren wanneer er zich onverwachte wijzigingen voordoen </w:t>
      </w:r>
      <w:r w:rsidR="0066283C">
        <w:t xml:space="preserve">. Tips hieromtrent </w:t>
      </w:r>
      <w:r>
        <w:t>kunnen we altijd meegeven.</w:t>
      </w:r>
    </w:p>
    <w:p w:rsidR="00420363" w:rsidRDefault="001F32F0">
      <w:r>
        <w:t>Graag tot donderdag 29/11</w:t>
      </w:r>
      <w:r w:rsidR="00420363">
        <w:t xml:space="preserve"> om 18u</w:t>
      </w:r>
      <w:r w:rsidR="00815770">
        <w:t>30</w:t>
      </w:r>
      <w:r w:rsidR="00420363">
        <w:t xml:space="preserve"> !</w:t>
      </w:r>
    </w:p>
    <w:p w:rsidR="00420363" w:rsidRDefault="00420363"/>
    <w:p w:rsidR="00420363" w:rsidRDefault="00420363">
      <w:r>
        <w:t>Voor KAA Gent</w:t>
      </w:r>
      <w:r w:rsidR="001F6E59">
        <w:t xml:space="preserve"> jeugdwerking</w:t>
      </w:r>
      <w:r>
        <w:t>,</w:t>
      </w:r>
    </w:p>
    <w:p w:rsidR="00420363" w:rsidRDefault="00420363"/>
    <w:p w:rsidR="00E964F7" w:rsidRDefault="00420363" w:rsidP="00E964F7">
      <w:pPr>
        <w:spacing w:after="0"/>
      </w:pPr>
      <w:r>
        <w:t xml:space="preserve">P. </w:t>
      </w:r>
      <w:proofErr w:type="spellStart"/>
      <w:r>
        <w:t>Vandenabeele</w:t>
      </w:r>
      <w:proofErr w:type="spellEnd"/>
      <w:r>
        <w:t xml:space="preserve"> </w:t>
      </w:r>
      <w:r w:rsidR="00E964F7">
        <w:tab/>
      </w:r>
      <w:r w:rsidR="00E964F7">
        <w:tab/>
      </w:r>
      <w:r w:rsidR="00E964F7">
        <w:tab/>
      </w:r>
      <w:r w:rsidR="00E964F7">
        <w:tab/>
        <w:t xml:space="preserve">F. De </w:t>
      </w:r>
      <w:proofErr w:type="spellStart"/>
      <w:r w:rsidR="00E964F7">
        <w:t>Leyn</w:t>
      </w:r>
      <w:proofErr w:type="spellEnd"/>
      <w:r w:rsidR="00E964F7">
        <w:tab/>
      </w:r>
      <w:r w:rsidR="00E964F7">
        <w:tab/>
      </w:r>
      <w:r w:rsidR="00E964F7">
        <w:tab/>
      </w:r>
      <w:r w:rsidR="00E964F7">
        <w:tab/>
        <w:t>D. Piens</w:t>
      </w:r>
    </w:p>
    <w:p w:rsidR="00420363" w:rsidRPr="005F0A5C" w:rsidRDefault="00E964F7" w:rsidP="00E964F7">
      <w:pPr>
        <w:spacing w:after="0"/>
      </w:pPr>
      <w:r>
        <w:t>TVJO</w:t>
      </w:r>
      <w:r>
        <w:tab/>
      </w:r>
      <w:r>
        <w:tab/>
      </w:r>
      <w:r>
        <w:tab/>
      </w:r>
      <w:r>
        <w:tab/>
      </w:r>
      <w:r>
        <w:tab/>
      </w:r>
      <w:r>
        <w:tab/>
        <w:t>jeugdsecretaris</w:t>
      </w:r>
      <w:r>
        <w:tab/>
      </w:r>
      <w:r>
        <w:tab/>
      </w:r>
      <w:r>
        <w:tab/>
      </w:r>
      <w:r>
        <w:tab/>
        <w:t>dir. Jeugd</w:t>
      </w:r>
    </w:p>
    <w:sectPr w:rsidR="00420363" w:rsidRPr="005F0A5C" w:rsidSect="0043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5C"/>
    <w:rsid w:val="000522E5"/>
    <w:rsid w:val="000916A1"/>
    <w:rsid w:val="00132D89"/>
    <w:rsid w:val="001F32F0"/>
    <w:rsid w:val="001F6E59"/>
    <w:rsid w:val="002C6F4D"/>
    <w:rsid w:val="002E0D29"/>
    <w:rsid w:val="00341667"/>
    <w:rsid w:val="00420363"/>
    <w:rsid w:val="00433BD6"/>
    <w:rsid w:val="004B1442"/>
    <w:rsid w:val="00546E87"/>
    <w:rsid w:val="00552035"/>
    <w:rsid w:val="005C0B78"/>
    <w:rsid w:val="005F0878"/>
    <w:rsid w:val="005F0A5C"/>
    <w:rsid w:val="0066283C"/>
    <w:rsid w:val="006C34A1"/>
    <w:rsid w:val="00815770"/>
    <w:rsid w:val="00CE4090"/>
    <w:rsid w:val="00E917A6"/>
    <w:rsid w:val="00E9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F0A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F0A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ugd@kaagent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7447B800</Template>
  <TotalTime>1</TotalTime>
  <Pages>1</Pages>
  <Words>266</Words>
  <Characters>1465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Bohyn Koenraad</cp:lastModifiedBy>
  <cp:revision>2</cp:revision>
  <dcterms:created xsi:type="dcterms:W3CDTF">2012-11-23T10:58:00Z</dcterms:created>
  <dcterms:modified xsi:type="dcterms:W3CDTF">2012-11-23T10:58:00Z</dcterms:modified>
</cp:coreProperties>
</file>