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283"/>
        <w:gridCol w:w="57"/>
        <w:gridCol w:w="369"/>
        <w:gridCol w:w="141"/>
        <w:gridCol w:w="4999"/>
        <w:gridCol w:w="37"/>
      </w:tblGrid>
      <w:tr w:rsidR="00194BA5" w:rsidRPr="0062433D" w:rsidTr="0012323E">
        <w:trPr>
          <w:gridAfter w:val="1"/>
          <w:wAfter w:w="37" w:type="dxa"/>
        </w:trPr>
        <w:tc>
          <w:tcPr>
            <w:tcW w:w="1242" w:type="dxa"/>
            <w:gridSpan w:val="2"/>
            <w:tcBorders>
              <w:bottom w:val="single" w:sz="4" w:space="0" w:color="auto"/>
            </w:tcBorders>
          </w:tcPr>
          <w:p w:rsidR="00194BA5" w:rsidRPr="0062433D" w:rsidRDefault="00194BA5" w:rsidP="00194BA5">
            <w:pPr>
              <w:rPr>
                <w:sz w:val="24"/>
                <w:szCs w:val="24"/>
              </w:rPr>
            </w:pPr>
            <w:r w:rsidRPr="0062433D">
              <w:rPr>
                <w:b/>
                <w:sz w:val="24"/>
                <w:szCs w:val="24"/>
              </w:rPr>
              <w:t xml:space="preserve">maandag 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:rsidR="00194BA5" w:rsidRPr="007676F1" w:rsidRDefault="0017180B" w:rsidP="0012323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:rsidR="00194BA5" w:rsidRPr="0012323E" w:rsidRDefault="0012323E" w:rsidP="00171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 w:rsidR="0017180B">
              <w:rPr>
                <w:b/>
                <w:sz w:val="24"/>
                <w:szCs w:val="24"/>
              </w:rPr>
              <w:t>2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  <w:tcBorders>
              <w:top w:val="single" w:sz="4" w:space="0" w:color="auto"/>
            </w:tcBorders>
          </w:tcPr>
          <w:p w:rsidR="00194BA5" w:rsidRPr="0062433D" w:rsidRDefault="00194BA5">
            <w:pPr>
              <w:rPr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</w:rPr>
              <w:t>TAKEN:</w:t>
            </w:r>
          </w:p>
        </w:tc>
      </w:tr>
      <w:tr w:rsidR="00194BA5" w:rsidRPr="0062433D" w:rsidTr="000A2B67">
        <w:trPr>
          <w:gridAfter w:val="1"/>
          <w:wAfter w:w="37" w:type="dxa"/>
          <w:trHeight w:val="547"/>
        </w:trPr>
        <w:tc>
          <w:tcPr>
            <w:tcW w:w="6808" w:type="dxa"/>
            <w:gridSpan w:val="6"/>
          </w:tcPr>
          <w:p w:rsidR="004C16CA" w:rsidRDefault="00194BA5" w:rsidP="005D6B50">
            <w:pPr>
              <w:rPr>
                <w:color w:val="0070C0"/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  <w:u w:val="single"/>
              </w:rPr>
              <w:t>Rekenen</w:t>
            </w:r>
            <w:r w:rsidRPr="0062433D">
              <w:rPr>
                <w:color w:val="0070C0"/>
                <w:sz w:val="24"/>
                <w:szCs w:val="24"/>
              </w:rPr>
              <w:t xml:space="preserve"> </w:t>
            </w:r>
            <w:r w:rsidR="005251CF">
              <w:rPr>
                <w:color w:val="0070C0"/>
                <w:sz w:val="24"/>
                <w:szCs w:val="24"/>
              </w:rPr>
              <w:t>:</w:t>
            </w:r>
            <w:r w:rsidRPr="0062433D">
              <w:rPr>
                <w:color w:val="0070C0"/>
                <w:sz w:val="24"/>
                <w:szCs w:val="24"/>
              </w:rPr>
              <w:t xml:space="preserve"> SB </w:t>
            </w:r>
            <w:r w:rsidR="00F61947">
              <w:rPr>
                <w:color w:val="0070C0"/>
                <w:sz w:val="24"/>
                <w:szCs w:val="24"/>
              </w:rPr>
              <w:t>58</w:t>
            </w:r>
          </w:p>
          <w:p w:rsidR="00F2288E" w:rsidRDefault="004C16CA" w:rsidP="00F2288E">
            <w:pPr>
              <w:rPr>
                <w:color w:val="7030A0"/>
                <w:sz w:val="24"/>
                <w:szCs w:val="24"/>
              </w:rPr>
            </w:pPr>
            <w:r w:rsidRPr="004C16CA">
              <w:rPr>
                <w:color w:val="0070C0"/>
                <w:sz w:val="24"/>
                <w:szCs w:val="24"/>
                <w:u w:val="single"/>
              </w:rPr>
              <w:t>Taal</w:t>
            </w:r>
            <w:r>
              <w:rPr>
                <w:color w:val="0070C0"/>
                <w:sz w:val="24"/>
                <w:szCs w:val="24"/>
              </w:rPr>
              <w:t xml:space="preserve">: SB </w:t>
            </w:r>
            <w:r w:rsidR="005F0012">
              <w:rPr>
                <w:sz w:val="24"/>
                <w:szCs w:val="24"/>
              </w:rPr>
              <w:br/>
            </w:r>
            <w:r w:rsidR="00AC2C5F" w:rsidRPr="00AC2C5F">
              <w:rPr>
                <w:color w:val="0070C0"/>
                <w:sz w:val="24"/>
                <w:szCs w:val="24"/>
                <w:u w:val="single"/>
              </w:rPr>
              <w:t>Beeldende opvoeding</w:t>
            </w:r>
            <w:r w:rsidR="00AC2C5F">
              <w:rPr>
                <w:color w:val="0070C0"/>
                <w:sz w:val="24"/>
                <w:szCs w:val="24"/>
              </w:rPr>
              <w:t xml:space="preserve">: </w:t>
            </w:r>
            <w:r w:rsidR="00F2288E">
              <w:rPr>
                <w:color w:val="7030A0"/>
                <w:sz w:val="24"/>
                <w:szCs w:val="24"/>
              </w:rPr>
              <w:t xml:space="preserve">Schildergerief meebrengen : bankbeschermer, potjes, </w:t>
            </w:r>
          </w:p>
          <w:p w:rsidR="00194BA5" w:rsidRPr="0062433D" w:rsidRDefault="00194BA5" w:rsidP="005F0012">
            <w:pPr>
              <w:rPr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</w:rPr>
              <w:br/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Pr="0062433D" w:rsidRDefault="00194BA5">
            <w:pPr>
              <w:rPr>
                <w:sz w:val="24"/>
                <w:szCs w:val="24"/>
              </w:rPr>
            </w:pPr>
            <w:r w:rsidRPr="0062433D">
              <w:rPr>
                <w:color w:val="FF0000"/>
                <w:sz w:val="24"/>
                <w:szCs w:val="24"/>
              </w:rPr>
              <w:t>LESSEN:</w:t>
            </w:r>
          </w:p>
        </w:tc>
      </w:tr>
      <w:tr w:rsidR="00194BA5" w:rsidRPr="0062433D" w:rsidTr="000A2B67">
        <w:trPr>
          <w:gridAfter w:val="1"/>
          <w:wAfter w:w="37" w:type="dxa"/>
          <w:trHeight w:val="196"/>
        </w:trPr>
        <w:tc>
          <w:tcPr>
            <w:tcW w:w="6808" w:type="dxa"/>
            <w:gridSpan w:val="6"/>
          </w:tcPr>
          <w:p w:rsidR="004C16CA" w:rsidRPr="004C16CA" w:rsidRDefault="008F7002" w:rsidP="00F2288E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Lowie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WO 2 deel 1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Pr="0062433D" w:rsidRDefault="009572BA">
            <w:pPr>
              <w:rPr>
                <w:sz w:val="24"/>
                <w:szCs w:val="24"/>
              </w:rPr>
            </w:pPr>
            <w:r w:rsidRPr="005251CF">
              <w:rPr>
                <w:color w:val="7030A0"/>
                <w:sz w:val="24"/>
                <w:szCs w:val="24"/>
              </w:rPr>
              <w:t>DENKEN AAN</w:t>
            </w:r>
            <w:r w:rsidR="00194BA5" w:rsidRPr="005251CF">
              <w:rPr>
                <w:color w:val="7030A0"/>
                <w:sz w:val="24"/>
                <w:szCs w:val="24"/>
              </w:rPr>
              <w:t>:</w:t>
            </w:r>
          </w:p>
        </w:tc>
      </w:tr>
      <w:tr w:rsidR="004C16CA" w:rsidRPr="0062433D" w:rsidTr="00347ACA">
        <w:trPr>
          <w:gridAfter w:val="1"/>
          <w:wAfter w:w="37" w:type="dxa"/>
          <w:trHeight w:val="586"/>
        </w:trPr>
        <w:tc>
          <w:tcPr>
            <w:tcW w:w="6808" w:type="dxa"/>
            <w:gridSpan w:val="6"/>
          </w:tcPr>
          <w:p w:rsidR="00753BF6" w:rsidRPr="004C16CA" w:rsidRDefault="00753BF6" w:rsidP="005F0012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Puntenlijst ondertekend meebrengen.</w:t>
            </w:r>
          </w:p>
        </w:tc>
      </w:tr>
      <w:tr w:rsidR="0012323E" w:rsidRPr="0062433D" w:rsidTr="0012323E">
        <w:trPr>
          <w:gridAfter w:val="1"/>
          <w:wAfter w:w="37" w:type="dxa"/>
        </w:trPr>
        <w:tc>
          <w:tcPr>
            <w:tcW w:w="1242" w:type="dxa"/>
            <w:gridSpan w:val="2"/>
            <w:tcBorders>
              <w:bottom w:val="single" w:sz="4" w:space="0" w:color="auto"/>
            </w:tcBorders>
          </w:tcPr>
          <w:p w:rsidR="0012323E" w:rsidRPr="0062433D" w:rsidRDefault="0012323E">
            <w:pPr>
              <w:rPr>
                <w:sz w:val="24"/>
                <w:szCs w:val="24"/>
              </w:rPr>
            </w:pPr>
            <w:r w:rsidRPr="0062433D">
              <w:rPr>
                <w:b/>
                <w:sz w:val="24"/>
                <w:szCs w:val="24"/>
              </w:rPr>
              <w:t>dinsdag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:rsidR="0012323E" w:rsidRPr="007676F1" w:rsidRDefault="0017180B" w:rsidP="0012323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:rsidR="0012323E" w:rsidRPr="0012323E" w:rsidRDefault="0012323E" w:rsidP="00171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 w:rsidR="0017180B">
              <w:rPr>
                <w:b/>
                <w:sz w:val="24"/>
                <w:szCs w:val="24"/>
              </w:rPr>
              <w:t>2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  <w:tcBorders>
              <w:top w:val="single" w:sz="4" w:space="0" w:color="auto"/>
            </w:tcBorders>
          </w:tcPr>
          <w:p w:rsidR="00194BA5" w:rsidRPr="0062433D" w:rsidRDefault="00194BA5" w:rsidP="00F531B9">
            <w:pPr>
              <w:rPr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</w:rPr>
              <w:t>TAKEN: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4C16CA" w:rsidRDefault="004C16CA" w:rsidP="004C16CA">
            <w:pPr>
              <w:rPr>
                <w:color w:val="0070C0"/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  <w:u w:val="single"/>
              </w:rPr>
              <w:t>Rekenen</w:t>
            </w:r>
            <w:r w:rsidRPr="0062433D">
              <w:rPr>
                <w:color w:val="0070C0"/>
                <w:sz w:val="24"/>
                <w:szCs w:val="24"/>
              </w:rPr>
              <w:t xml:space="preserve"> </w:t>
            </w:r>
            <w:r>
              <w:rPr>
                <w:color w:val="0070C0"/>
                <w:sz w:val="24"/>
                <w:szCs w:val="24"/>
              </w:rPr>
              <w:t>:</w:t>
            </w:r>
            <w:r w:rsidRPr="0062433D">
              <w:rPr>
                <w:color w:val="0070C0"/>
                <w:sz w:val="24"/>
                <w:szCs w:val="24"/>
              </w:rPr>
              <w:t xml:space="preserve"> </w:t>
            </w:r>
          </w:p>
          <w:p w:rsidR="00194BA5" w:rsidRPr="0062433D" w:rsidRDefault="004C16CA" w:rsidP="005F0012">
            <w:pPr>
              <w:rPr>
                <w:sz w:val="24"/>
                <w:szCs w:val="24"/>
              </w:rPr>
            </w:pPr>
            <w:r w:rsidRPr="004C16CA">
              <w:rPr>
                <w:color w:val="0070C0"/>
                <w:sz w:val="24"/>
                <w:szCs w:val="24"/>
                <w:u w:val="single"/>
              </w:rPr>
              <w:t>Taal</w:t>
            </w:r>
            <w:r>
              <w:rPr>
                <w:color w:val="0070C0"/>
                <w:sz w:val="24"/>
                <w:szCs w:val="24"/>
              </w:rPr>
              <w:t xml:space="preserve">: </w:t>
            </w:r>
            <w:r>
              <w:rPr>
                <w:color w:val="0070C0"/>
                <w:sz w:val="24"/>
                <w:szCs w:val="24"/>
              </w:rPr>
              <w:br/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Pr="0062433D" w:rsidRDefault="00194BA5" w:rsidP="008E3715">
            <w:pPr>
              <w:rPr>
                <w:sz w:val="24"/>
                <w:szCs w:val="24"/>
              </w:rPr>
            </w:pPr>
            <w:r w:rsidRPr="0062433D">
              <w:rPr>
                <w:color w:val="FF0000"/>
                <w:sz w:val="24"/>
                <w:szCs w:val="24"/>
              </w:rPr>
              <w:t>LESSEN: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4C16CA" w:rsidRPr="004C16CA" w:rsidRDefault="00640271" w:rsidP="00417C08">
            <w:pPr>
              <w:rPr>
                <w:color w:val="FF0000"/>
                <w:sz w:val="24"/>
                <w:szCs w:val="24"/>
              </w:rPr>
            </w:pPr>
            <w:r w:rsidRPr="00640271">
              <w:rPr>
                <w:color w:val="FF0000"/>
                <w:sz w:val="24"/>
                <w:szCs w:val="24"/>
                <w:u w:val="single"/>
              </w:rPr>
              <w:t>Spelling</w:t>
            </w:r>
            <w:r>
              <w:rPr>
                <w:color w:val="FF0000"/>
                <w:sz w:val="24"/>
                <w:szCs w:val="24"/>
              </w:rPr>
              <w:t xml:space="preserve"> : Dictee thema 6 (1 blz.)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Pr="0062433D" w:rsidRDefault="009572BA" w:rsidP="00705CEB">
            <w:pPr>
              <w:rPr>
                <w:sz w:val="24"/>
                <w:szCs w:val="24"/>
              </w:rPr>
            </w:pPr>
            <w:r w:rsidRPr="005251CF">
              <w:rPr>
                <w:color w:val="7030A0"/>
                <w:sz w:val="24"/>
                <w:szCs w:val="24"/>
              </w:rPr>
              <w:t>DENKEN AAN: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0A2B67" w:rsidRPr="004C16CA" w:rsidRDefault="000A2B67" w:rsidP="005251CF">
            <w:pPr>
              <w:rPr>
                <w:color w:val="7030A0"/>
                <w:sz w:val="24"/>
                <w:szCs w:val="24"/>
              </w:rPr>
            </w:pPr>
          </w:p>
          <w:p w:rsidR="00CE1B1E" w:rsidRPr="004C16CA" w:rsidRDefault="00CE1B1E" w:rsidP="005251CF">
            <w:pPr>
              <w:rPr>
                <w:color w:val="7030A0"/>
                <w:sz w:val="24"/>
                <w:szCs w:val="24"/>
              </w:rPr>
            </w:pPr>
          </w:p>
        </w:tc>
      </w:tr>
      <w:tr w:rsidR="0012323E" w:rsidRPr="0062433D" w:rsidTr="0012323E">
        <w:trPr>
          <w:gridAfter w:val="1"/>
          <w:wAfter w:w="37" w:type="dxa"/>
        </w:trPr>
        <w:tc>
          <w:tcPr>
            <w:tcW w:w="1242" w:type="dxa"/>
            <w:gridSpan w:val="2"/>
            <w:tcBorders>
              <w:bottom w:val="single" w:sz="4" w:space="0" w:color="auto"/>
            </w:tcBorders>
          </w:tcPr>
          <w:p w:rsidR="0012323E" w:rsidRPr="0062433D" w:rsidRDefault="0012323E" w:rsidP="00F531B9">
            <w:pPr>
              <w:rPr>
                <w:sz w:val="24"/>
                <w:szCs w:val="24"/>
              </w:rPr>
            </w:pPr>
            <w:r w:rsidRPr="0062433D">
              <w:rPr>
                <w:b/>
                <w:sz w:val="24"/>
                <w:szCs w:val="24"/>
              </w:rPr>
              <w:t>woensdag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:rsidR="0012323E" w:rsidRPr="007676F1" w:rsidRDefault="0017180B" w:rsidP="0012323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:rsidR="0012323E" w:rsidRPr="0012323E" w:rsidRDefault="0012323E" w:rsidP="00171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 w:rsidR="0017180B">
              <w:rPr>
                <w:b/>
                <w:sz w:val="24"/>
                <w:szCs w:val="24"/>
              </w:rPr>
              <w:t>2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  <w:tcBorders>
              <w:top w:val="single" w:sz="4" w:space="0" w:color="auto"/>
            </w:tcBorders>
          </w:tcPr>
          <w:p w:rsidR="00194BA5" w:rsidRPr="0062433D" w:rsidRDefault="00194BA5" w:rsidP="00F531B9">
            <w:pPr>
              <w:rPr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</w:rPr>
              <w:t>TAKEN: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Pr="0062433D" w:rsidRDefault="00194BA5" w:rsidP="005F0012">
            <w:pPr>
              <w:rPr>
                <w:sz w:val="24"/>
                <w:szCs w:val="24"/>
              </w:rPr>
            </w:pP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Pr="0062433D" w:rsidRDefault="00194BA5" w:rsidP="00F531B9">
            <w:pPr>
              <w:rPr>
                <w:sz w:val="24"/>
                <w:szCs w:val="24"/>
              </w:rPr>
            </w:pPr>
            <w:r w:rsidRPr="0062433D">
              <w:rPr>
                <w:color w:val="FF0000"/>
                <w:sz w:val="24"/>
                <w:szCs w:val="24"/>
              </w:rPr>
              <w:t>LESSEN: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4C16CA" w:rsidRPr="004C16CA" w:rsidRDefault="008F7002" w:rsidP="009A5E64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Lowie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: Godsdienst toets Missie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Pr="0062433D" w:rsidRDefault="009572BA" w:rsidP="00F531B9">
            <w:pPr>
              <w:rPr>
                <w:sz w:val="24"/>
                <w:szCs w:val="24"/>
              </w:rPr>
            </w:pPr>
            <w:r w:rsidRPr="005251CF">
              <w:rPr>
                <w:color w:val="7030A0"/>
                <w:sz w:val="24"/>
                <w:szCs w:val="24"/>
              </w:rPr>
              <w:t>DENKEN AAN:</w:t>
            </w:r>
          </w:p>
        </w:tc>
      </w:tr>
      <w:tr w:rsidR="00194BA5" w:rsidRPr="0062433D" w:rsidTr="000A2B67">
        <w:trPr>
          <w:gridAfter w:val="1"/>
          <w:wAfter w:w="37" w:type="dxa"/>
        </w:trPr>
        <w:tc>
          <w:tcPr>
            <w:tcW w:w="6808" w:type="dxa"/>
            <w:gridSpan w:val="6"/>
          </w:tcPr>
          <w:p w:rsidR="00194BA5" w:rsidRDefault="00F61947" w:rsidP="00F531B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z</w:t>
            </w:r>
            <w:r w:rsidR="00194BA5" w:rsidRPr="004C16CA">
              <w:rPr>
                <w:color w:val="7030A0"/>
                <w:sz w:val="24"/>
                <w:szCs w:val="24"/>
              </w:rPr>
              <w:t>wemmen</w:t>
            </w:r>
          </w:p>
          <w:p w:rsidR="00F61947" w:rsidRDefault="009A5E64" w:rsidP="00F531B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Materiaal techniekdag meebrengen</w:t>
            </w:r>
          </w:p>
          <w:p w:rsidR="009A5E64" w:rsidRDefault="009A5E64" w:rsidP="00F531B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Onderwijsbeurs</w:t>
            </w:r>
          </w:p>
          <w:p w:rsidR="00F2288E" w:rsidRDefault="00F2288E" w:rsidP="00F531B9">
            <w:pPr>
              <w:rPr>
                <w:color w:val="7030A0"/>
                <w:sz w:val="24"/>
                <w:szCs w:val="24"/>
              </w:rPr>
            </w:pPr>
          </w:p>
          <w:p w:rsidR="00F2288E" w:rsidRPr="004C16CA" w:rsidRDefault="00F2288E" w:rsidP="00F531B9">
            <w:pPr>
              <w:rPr>
                <w:color w:val="7030A0"/>
                <w:sz w:val="24"/>
                <w:szCs w:val="24"/>
              </w:rPr>
            </w:pPr>
          </w:p>
        </w:tc>
      </w:tr>
      <w:tr w:rsidR="0012323E" w:rsidRPr="0062433D" w:rsidTr="007676F1">
        <w:tc>
          <w:tcPr>
            <w:tcW w:w="1299" w:type="dxa"/>
            <w:gridSpan w:val="3"/>
            <w:tcBorders>
              <w:bottom w:val="single" w:sz="4" w:space="0" w:color="auto"/>
            </w:tcBorders>
          </w:tcPr>
          <w:p w:rsidR="0012323E" w:rsidRPr="0062433D" w:rsidRDefault="0012323E" w:rsidP="005251CF">
            <w:pPr>
              <w:rPr>
                <w:sz w:val="24"/>
                <w:szCs w:val="24"/>
              </w:rPr>
            </w:pPr>
            <w:r w:rsidRPr="0062433D">
              <w:rPr>
                <w:b/>
                <w:sz w:val="24"/>
                <w:szCs w:val="24"/>
              </w:rPr>
              <w:lastRenderedPageBreak/>
              <w:t>donderdag</w:t>
            </w:r>
          </w:p>
        </w:tc>
        <w:tc>
          <w:tcPr>
            <w:tcW w:w="510" w:type="dxa"/>
            <w:gridSpan w:val="2"/>
            <w:tcBorders>
              <w:bottom w:val="single" w:sz="4" w:space="0" w:color="auto"/>
            </w:tcBorders>
          </w:tcPr>
          <w:p w:rsidR="0012323E" w:rsidRPr="007676F1" w:rsidRDefault="0017180B" w:rsidP="0012323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036" w:type="dxa"/>
            <w:gridSpan w:val="2"/>
            <w:tcBorders>
              <w:bottom w:val="single" w:sz="4" w:space="0" w:color="auto"/>
            </w:tcBorders>
          </w:tcPr>
          <w:p w:rsidR="0012323E" w:rsidRPr="0012323E" w:rsidRDefault="0012323E" w:rsidP="00171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 w:rsidR="0017180B">
              <w:rPr>
                <w:b/>
                <w:sz w:val="24"/>
                <w:szCs w:val="24"/>
              </w:rPr>
              <w:t>2</w:t>
            </w:r>
          </w:p>
        </w:tc>
      </w:tr>
      <w:tr w:rsidR="00FC00AC" w:rsidRPr="0062433D" w:rsidTr="000A2B67">
        <w:tc>
          <w:tcPr>
            <w:tcW w:w="6845" w:type="dxa"/>
            <w:gridSpan w:val="7"/>
            <w:tcBorders>
              <w:top w:val="single" w:sz="4" w:space="0" w:color="auto"/>
            </w:tcBorders>
          </w:tcPr>
          <w:p w:rsidR="00FC00AC" w:rsidRPr="0062433D" w:rsidRDefault="00FC00AC" w:rsidP="00F531B9">
            <w:pPr>
              <w:rPr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</w:rPr>
              <w:t>TAKEN:</w:t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4C16CA" w:rsidRPr="0062433D" w:rsidRDefault="004C16CA" w:rsidP="00F2288E">
            <w:pPr>
              <w:rPr>
                <w:sz w:val="24"/>
                <w:szCs w:val="24"/>
              </w:rPr>
            </w:pP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FC00AC" w:rsidRPr="0062433D" w:rsidRDefault="00FC00AC" w:rsidP="00F531B9">
            <w:pPr>
              <w:rPr>
                <w:sz w:val="24"/>
                <w:szCs w:val="24"/>
              </w:rPr>
            </w:pPr>
            <w:r w:rsidRPr="0062433D">
              <w:rPr>
                <w:color w:val="FF0000"/>
                <w:sz w:val="24"/>
                <w:szCs w:val="24"/>
              </w:rPr>
              <w:t>LESSEN:</w:t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4C16CA" w:rsidRPr="004C16CA" w:rsidRDefault="00417C08" w:rsidP="00753BF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u w:val="single"/>
              </w:rPr>
              <w:t>WO</w:t>
            </w:r>
            <w:r>
              <w:rPr>
                <w:color w:val="FF0000"/>
                <w:sz w:val="24"/>
                <w:szCs w:val="24"/>
              </w:rPr>
              <w:t>: Toets WO2 deel2</w:t>
            </w:r>
            <w:r w:rsidR="00753BF6">
              <w:rPr>
                <w:color w:val="FF0000"/>
                <w:sz w:val="24"/>
                <w:szCs w:val="24"/>
              </w:rPr>
              <w:br/>
            </w:r>
            <w:r w:rsidR="00753BF6" w:rsidRPr="00753BF6">
              <w:rPr>
                <w:color w:val="FF0000"/>
                <w:sz w:val="24"/>
                <w:szCs w:val="24"/>
                <w:u w:val="single"/>
              </w:rPr>
              <w:t>Tweede taal</w:t>
            </w:r>
            <w:r w:rsidR="00753BF6">
              <w:rPr>
                <w:color w:val="FF0000"/>
                <w:sz w:val="24"/>
                <w:szCs w:val="24"/>
              </w:rPr>
              <w:t xml:space="preserve"> : Toets u 29 1</w:t>
            </w:r>
            <w:r w:rsidR="00640271">
              <w:rPr>
                <w:color w:val="FF0000"/>
                <w:sz w:val="24"/>
                <w:szCs w:val="24"/>
              </w:rPr>
              <w:t xml:space="preserve"> </w:t>
            </w:r>
            <w:r w:rsidR="00753BF6">
              <w:rPr>
                <w:color w:val="FF0000"/>
                <w:sz w:val="24"/>
                <w:szCs w:val="24"/>
              </w:rPr>
              <w:t>blz.</w:t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9572BA" w:rsidRPr="004C16CA" w:rsidRDefault="009572BA" w:rsidP="00F531B9">
            <w:pPr>
              <w:rPr>
                <w:color w:val="7030A0"/>
                <w:sz w:val="24"/>
                <w:szCs w:val="24"/>
              </w:rPr>
            </w:pPr>
            <w:r w:rsidRPr="005251CF">
              <w:rPr>
                <w:color w:val="7030A0"/>
                <w:sz w:val="24"/>
                <w:szCs w:val="24"/>
              </w:rPr>
              <w:t>DENKEN AAN:</w:t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CE1B1E" w:rsidRPr="004C16CA" w:rsidRDefault="009A5E64" w:rsidP="00F531B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Techniekdag</w:t>
            </w:r>
          </w:p>
          <w:p w:rsidR="00CE1B1E" w:rsidRPr="004C16CA" w:rsidRDefault="00640271" w:rsidP="00F531B9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Je mag verkleed naar school komen.</w:t>
            </w:r>
          </w:p>
        </w:tc>
      </w:tr>
      <w:tr w:rsidR="0012323E" w:rsidRPr="0062433D" w:rsidTr="007676F1">
        <w:tc>
          <w:tcPr>
            <w:tcW w:w="959" w:type="dxa"/>
            <w:tcBorders>
              <w:bottom w:val="single" w:sz="4" w:space="0" w:color="auto"/>
            </w:tcBorders>
          </w:tcPr>
          <w:p w:rsidR="0012323E" w:rsidRPr="0062433D" w:rsidRDefault="0012323E" w:rsidP="00F531B9">
            <w:pPr>
              <w:rPr>
                <w:sz w:val="24"/>
                <w:szCs w:val="24"/>
              </w:rPr>
            </w:pPr>
            <w:r w:rsidRPr="0062433D">
              <w:rPr>
                <w:b/>
                <w:sz w:val="24"/>
                <w:szCs w:val="24"/>
              </w:rPr>
              <w:t>vrijdag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12323E" w:rsidRPr="007676F1" w:rsidRDefault="0017180B" w:rsidP="0012323E">
            <w:pPr>
              <w:jc w:val="right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177" w:type="dxa"/>
            <w:gridSpan w:val="3"/>
            <w:tcBorders>
              <w:bottom w:val="single" w:sz="4" w:space="0" w:color="auto"/>
            </w:tcBorders>
          </w:tcPr>
          <w:p w:rsidR="0012323E" w:rsidRPr="0012323E" w:rsidRDefault="0012323E" w:rsidP="00171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 w:rsidR="0017180B">
              <w:rPr>
                <w:b/>
                <w:sz w:val="24"/>
                <w:szCs w:val="24"/>
              </w:rPr>
              <w:t>2</w:t>
            </w:r>
          </w:p>
        </w:tc>
      </w:tr>
      <w:tr w:rsidR="00FC00AC" w:rsidRPr="0062433D" w:rsidTr="000A2B67">
        <w:tc>
          <w:tcPr>
            <w:tcW w:w="6845" w:type="dxa"/>
            <w:gridSpan w:val="7"/>
            <w:tcBorders>
              <w:top w:val="single" w:sz="4" w:space="0" w:color="auto"/>
            </w:tcBorders>
          </w:tcPr>
          <w:p w:rsidR="00FC00AC" w:rsidRPr="0062433D" w:rsidRDefault="00FC00AC" w:rsidP="00F531B9">
            <w:pPr>
              <w:rPr>
                <w:sz w:val="24"/>
                <w:szCs w:val="24"/>
              </w:rPr>
            </w:pPr>
            <w:r w:rsidRPr="0062433D">
              <w:rPr>
                <w:color w:val="0070C0"/>
                <w:sz w:val="24"/>
                <w:szCs w:val="24"/>
              </w:rPr>
              <w:t>TAKEN:</w:t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FC00AC" w:rsidRPr="00062B5B" w:rsidRDefault="004C16CA" w:rsidP="004C16CA">
            <w:pPr>
              <w:rPr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br/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FC00AC" w:rsidRPr="0062433D" w:rsidRDefault="00FC00AC" w:rsidP="00F531B9">
            <w:pPr>
              <w:rPr>
                <w:sz w:val="24"/>
                <w:szCs w:val="24"/>
              </w:rPr>
            </w:pPr>
            <w:r w:rsidRPr="0062433D">
              <w:rPr>
                <w:color w:val="FF0000"/>
                <w:sz w:val="24"/>
                <w:szCs w:val="24"/>
              </w:rPr>
              <w:t>LESSEN:</w:t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4C16CA" w:rsidRPr="004C16CA" w:rsidRDefault="004C16CA" w:rsidP="00C63C8A">
            <w:pPr>
              <w:rPr>
                <w:color w:val="FF0000"/>
                <w:sz w:val="24"/>
                <w:szCs w:val="24"/>
              </w:rPr>
            </w:pP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FC00AC" w:rsidRPr="0062433D" w:rsidRDefault="009572BA" w:rsidP="00F531B9">
            <w:pPr>
              <w:rPr>
                <w:sz w:val="24"/>
                <w:szCs w:val="24"/>
              </w:rPr>
            </w:pPr>
            <w:r w:rsidRPr="005251CF">
              <w:rPr>
                <w:color w:val="7030A0"/>
                <w:sz w:val="24"/>
                <w:szCs w:val="24"/>
              </w:rPr>
              <w:t>DENKEN AAN:</w:t>
            </w:r>
          </w:p>
        </w:tc>
      </w:tr>
      <w:tr w:rsidR="00FC00AC" w:rsidRPr="0062433D" w:rsidTr="000A2B67">
        <w:tc>
          <w:tcPr>
            <w:tcW w:w="6845" w:type="dxa"/>
            <w:gridSpan w:val="7"/>
          </w:tcPr>
          <w:p w:rsidR="001D031F" w:rsidRPr="004C16CA" w:rsidRDefault="00C63C8A" w:rsidP="00BE3652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 xml:space="preserve">Na de vakantie : examenweek rekenen  : </w:t>
            </w:r>
            <w:r w:rsidR="001720BC">
              <w:rPr>
                <w:color w:val="7030A0"/>
                <w:sz w:val="24"/>
                <w:szCs w:val="24"/>
              </w:rPr>
              <w:br/>
            </w:r>
            <w:r w:rsidR="00BE3652">
              <w:rPr>
                <w:color w:val="7030A0"/>
                <w:sz w:val="24"/>
                <w:szCs w:val="24"/>
              </w:rPr>
              <w:t>begin tijdig  met de voorbereiding</w:t>
            </w:r>
            <w:r w:rsidR="00624A88">
              <w:rPr>
                <w:color w:val="7030A0"/>
                <w:sz w:val="24"/>
                <w:szCs w:val="24"/>
              </w:rPr>
              <w:t xml:space="preserve"> (nu dus)</w:t>
            </w:r>
          </w:p>
        </w:tc>
      </w:tr>
    </w:tbl>
    <w:p w:rsidR="00194BA5" w:rsidRDefault="00194BA5"/>
    <w:p w:rsidR="00CE1B1E" w:rsidRPr="00FC00AC" w:rsidRDefault="00CE1B1E"/>
    <w:sectPr w:rsidR="00CE1B1E" w:rsidRPr="00FC00AC" w:rsidSect="000A2B67">
      <w:headerReference w:type="default" r:id="rId7"/>
      <w:pgSz w:w="16838" w:h="11906" w:orient="landscape"/>
      <w:pgMar w:top="993" w:right="1417" w:bottom="709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4C7" w:rsidRDefault="00B364C7" w:rsidP="002231CA">
      <w:pPr>
        <w:spacing w:after="0" w:line="240" w:lineRule="auto"/>
      </w:pPr>
      <w:r>
        <w:separator/>
      </w:r>
    </w:p>
  </w:endnote>
  <w:endnote w:type="continuationSeparator" w:id="0">
    <w:p w:rsidR="00B364C7" w:rsidRDefault="00B364C7" w:rsidP="00223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4C7" w:rsidRDefault="00B364C7" w:rsidP="002231CA">
      <w:pPr>
        <w:spacing w:after="0" w:line="240" w:lineRule="auto"/>
      </w:pPr>
      <w:r>
        <w:separator/>
      </w:r>
    </w:p>
  </w:footnote>
  <w:footnote w:type="continuationSeparator" w:id="0">
    <w:p w:rsidR="00B364C7" w:rsidRDefault="00B364C7" w:rsidP="00223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947" w:rsidRDefault="00F61947">
    <w:pPr>
      <w:pStyle w:val="Koptekst"/>
      <w:rPr>
        <w:i/>
        <w:sz w:val="28"/>
      </w:rPr>
    </w:pPr>
  </w:p>
  <w:p w:rsidR="00F61947" w:rsidRPr="00F61947" w:rsidRDefault="00F61947">
    <w:pPr>
      <w:pStyle w:val="Koptekst"/>
      <w:rPr>
        <w:i/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43E15"/>
    <w:multiLevelType w:val="hybridMultilevel"/>
    <w:tmpl w:val="497EF6AE"/>
    <w:lvl w:ilvl="0" w:tplc="1CC89A0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5E64"/>
    <w:rsid w:val="00062B5B"/>
    <w:rsid w:val="000866C2"/>
    <w:rsid w:val="000A2B67"/>
    <w:rsid w:val="000A6C25"/>
    <w:rsid w:val="000F2D7E"/>
    <w:rsid w:val="0012323E"/>
    <w:rsid w:val="0017180B"/>
    <w:rsid w:val="001720BC"/>
    <w:rsid w:val="00194BA5"/>
    <w:rsid w:val="001A60A6"/>
    <w:rsid w:val="001D031F"/>
    <w:rsid w:val="001F55C9"/>
    <w:rsid w:val="00220074"/>
    <w:rsid w:val="002231CA"/>
    <w:rsid w:val="00282127"/>
    <w:rsid w:val="003040C0"/>
    <w:rsid w:val="003618D0"/>
    <w:rsid w:val="00362DC5"/>
    <w:rsid w:val="00395BB8"/>
    <w:rsid w:val="003A715D"/>
    <w:rsid w:val="003E0115"/>
    <w:rsid w:val="003E3302"/>
    <w:rsid w:val="003F0B2A"/>
    <w:rsid w:val="003F2BA6"/>
    <w:rsid w:val="00417C08"/>
    <w:rsid w:val="004C16CA"/>
    <w:rsid w:val="005251CF"/>
    <w:rsid w:val="0058771C"/>
    <w:rsid w:val="00590321"/>
    <w:rsid w:val="005D6B50"/>
    <w:rsid w:val="005F0012"/>
    <w:rsid w:val="0062433D"/>
    <w:rsid w:val="00624A88"/>
    <w:rsid w:val="00625742"/>
    <w:rsid w:val="00640271"/>
    <w:rsid w:val="006A2941"/>
    <w:rsid w:val="006C47A6"/>
    <w:rsid w:val="00753BF6"/>
    <w:rsid w:val="007676F1"/>
    <w:rsid w:val="0079631F"/>
    <w:rsid w:val="0087276F"/>
    <w:rsid w:val="008A39CF"/>
    <w:rsid w:val="008F7002"/>
    <w:rsid w:val="009227C6"/>
    <w:rsid w:val="009572BA"/>
    <w:rsid w:val="00991E81"/>
    <w:rsid w:val="009A5E64"/>
    <w:rsid w:val="009F0825"/>
    <w:rsid w:val="00A165F2"/>
    <w:rsid w:val="00A26ABF"/>
    <w:rsid w:val="00A52822"/>
    <w:rsid w:val="00AC2C5F"/>
    <w:rsid w:val="00AE45C6"/>
    <w:rsid w:val="00B10636"/>
    <w:rsid w:val="00B30C0B"/>
    <w:rsid w:val="00B34007"/>
    <w:rsid w:val="00B34D5E"/>
    <w:rsid w:val="00B364C7"/>
    <w:rsid w:val="00B85FF4"/>
    <w:rsid w:val="00B94007"/>
    <w:rsid w:val="00BE3652"/>
    <w:rsid w:val="00C45606"/>
    <w:rsid w:val="00C52FCB"/>
    <w:rsid w:val="00C63C8A"/>
    <w:rsid w:val="00CE042C"/>
    <w:rsid w:val="00CE1B1E"/>
    <w:rsid w:val="00D255EF"/>
    <w:rsid w:val="00DC1154"/>
    <w:rsid w:val="00DE1FF4"/>
    <w:rsid w:val="00DE44A6"/>
    <w:rsid w:val="00E205F1"/>
    <w:rsid w:val="00E40A8E"/>
    <w:rsid w:val="00E91853"/>
    <w:rsid w:val="00E93D64"/>
    <w:rsid w:val="00EA03C5"/>
    <w:rsid w:val="00F06DE6"/>
    <w:rsid w:val="00F2288E"/>
    <w:rsid w:val="00F61947"/>
    <w:rsid w:val="00F775E4"/>
    <w:rsid w:val="00FC00AC"/>
    <w:rsid w:val="00FE4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55E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94B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23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231CA"/>
    <w:rPr>
      <w:lang w:val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223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231CA"/>
    <w:rPr>
      <w:lang w:val="nl-NL"/>
    </w:rPr>
  </w:style>
  <w:style w:type="paragraph" w:styleId="Lijstalinea">
    <w:name w:val="List Paragraph"/>
    <w:basedOn w:val="Standaard"/>
    <w:uiPriority w:val="34"/>
    <w:qFormat/>
    <w:rsid w:val="001232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rekracht\Desktop\agenda%20kinderen\sjabloon%20agenda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sjabloon agenda</Template>
  <TotalTime>16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leerekracht</dc:creator>
  <cp:lastModifiedBy>leerekracht</cp:lastModifiedBy>
  <cp:revision>10</cp:revision>
  <cp:lastPrinted>2016-11-18T09:31:00Z</cp:lastPrinted>
  <dcterms:created xsi:type="dcterms:W3CDTF">2017-02-13T10:23:00Z</dcterms:created>
  <dcterms:modified xsi:type="dcterms:W3CDTF">2017-02-14T14:03:00Z</dcterms:modified>
</cp:coreProperties>
</file>